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8C" w:rsidRPr="0065269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526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2F44C0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6526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65269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058E" w:rsidRPr="00652693" w:rsidRDefault="00B5058E" w:rsidP="00DD1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693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 w:rsidRPr="00652693">
        <w:rPr>
          <w:rFonts w:ascii="Times New Roman" w:eastAsia="Times New Roman" w:hAnsi="Times New Roman" w:cs="Times New Roman"/>
          <w:b/>
          <w:bCs/>
          <w:sz w:val="24"/>
          <w:szCs w:val="24"/>
        </w:rPr>
        <w:t>Ханты-Мансийского автономного округа – Югры</w:t>
      </w:r>
      <w:r w:rsidR="00AE5B42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F07F96">
        <w:rPr>
          <w:rFonts w:ascii="Times New Roman" w:hAnsi="Times New Roman" w:cs="Times New Roman"/>
          <w:b/>
          <w:sz w:val="24"/>
          <w:szCs w:val="24"/>
        </w:rPr>
        <w:t>20</w:t>
      </w:r>
      <w:r w:rsidRPr="0065269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B5058E" w:rsidRPr="00652693" w:rsidRDefault="00AE5B42" w:rsidP="00DD1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 w:rsidR="00F07F96">
        <w:rPr>
          <w:rFonts w:ascii="Times New Roman" w:hAnsi="Times New Roman" w:cs="Times New Roman"/>
          <w:b/>
          <w:sz w:val="24"/>
          <w:szCs w:val="24"/>
        </w:rPr>
        <w:t>21</w:t>
      </w:r>
      <w:r w:rsidR="00B5058E" w:rsidRPr="0065269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7F96">
        <w:rPr>
          <w:rFonts w:ascii="Times New Roman" w:hAnsi="Times New Roman" w:cs="Times New Roman"/>
          <w:b/>
          <w:sz w:val="24"/>
          <w:szCs w:val="24"/>
        </w:rPr>
        <w:t>22</w:t>
      </w:r>
      <w:r w:rsidR="00B5058E" w:rsidRPr="00652693">
        <w:rPr>
          <w:rFonts w:ascii="Times New Roman" w:hAnsi="Times New Roman" w:cs="Times New Roman"/>
          <w:b/>
          <w:sz w:val="24"/>
          <w:szCs w:val="24"/>
        </w:rPr>
        <w:t xml:space="preserve"> годов в разрезе ведомств</w:t>
      </w:r>
    </w:p>
    <w:p w:rsidR="00022DAC" w:rsidRPr="0065269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65269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52693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567"/>
        <w:gridCol w:w="1418"/>
        <w:gridCol w:w="1417"/>
        <w:gridCol w:w="1418"/>
        <w:gridCol w:w="1134"/>
        <w:gridCol w:w="1417"/>
        <w:gridCol w:w="1134"/>
        <w:gridCol w:w="1418"/>
        <w:gridCol w:w="1134"/>
      </w:tblGrid>
      <w:tr w:rsidR="00C45378" w:rsidRPr="00652693" w:rsidTr="007D64F0">
        <w:tc>
          <w:tcPr>
            <w:tcW w:w="4693" w:type="dxa"/>
            <w:vMerge w:val="restart"/>
            <w:shd w:val="clear" w:color="auto" w:fill="auto"/>
            <w:noWrap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2693" w:rsidRPr="00652693" w:rsidRDefault="00AE5B42" w:rsidP="00F0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52693" w:rsidRPr="00652693" w:rsidRDefault="00AE5B42" w:rsidP="00F0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652693" w:rsidRPr="00652693" w:rsidRDefault="00AE5B42" w:rsidP="00F0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  <w:hideMark/>
          </w:tcPr>
          <w:p w:rsidR="00652693" w:rsidRPr="00652693" w:rsidRDefault="00AE5B42" w:rsidP="00F0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652693" w:rsidRPr="00652693" w:rsidRDefault="00AE5B42" w:rsidP="00F0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C45378" w:rsidRPr="00652693" w:rsidTr="007D64F0">
        <w:tc>
          <w:tcPr>
            <w:tcW w:w="4693" w:type="dxa"/>
            <w:vMerge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B3301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утверждено законом</w:t>
            </w:r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652693" w:rsidRPr="00652693" w:rsidRDefault="00155463" w:rsidP="00F07F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оз</w:t>
            </w:r>
            <w:proofErr w:type="spellEnd"/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от </w:t>
            </w:r>
            <w:proofErr w:type="spellStart"/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28</w:t>
            </w:r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</w:t>
            </w:r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.20</w:t>
            </w:r>
            <w:r w:rsidR="00F07F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spellEnd"/>
            <w:r w:rsidR="00EB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2693" w:rsidRPr="00652693" w:rsidRDefault="00AE5B42" w:rsidP="002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% к 20</w:t>
            </w:r>
            <w:r w:rsidR="00277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2693" w:rsidRPr="00652693" w:rsidRDefault="00AE5B42" w:rsidP="002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% к 20</w:t>
            </w:r>
            <w:r w:rsidR="00277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проект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2693" w:rsidRPr="00652693" w:rsidRDefault="00AE5B42" w:rsidP="002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% к 20</w:t>
            </w:r>
            <w:r w:rsidR="002771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="00652693" w:rsidRPr="006526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году</w:t>
            </w:r>
          </w:p>
        </w:tc>
      </w:tr>
      <w:tr w:rsidR="00C45378" w:rsidRPr="00652693" w:rsidTr="007D64F0"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52693" w:rsidRPr="00652693" w:rsidRDefault="00652693" w:rsidP="0065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D64F0" w:rsidRPr="007D64F0" w:rsidTr="007D6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4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64F0" w:rsidRPr="007D64F0" w:rsidRDefault="007D64F0" w:rsidP="007D64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- ВСЕГО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64F0" w:rsidRPr="007D64F0" w:rsidRDefault="007D64F0" w:rsidP="007D6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4F0" w:rsidRPr="007D64F0" w:rsidRDefault="007D64F0" w:rsidP="007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232 768 874,3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4F0" w:rsidRPr="007D64F0" w:rsidRDefault="007D64F0" w:rsidP="007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236 553 770,3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4F0" w:rsidRPr="007D64F0" w:rsidRDefault="007D64F0" w:rsidP="007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248 846 112,5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4F0" w:rsidRPr="007D64F0" w:rsidRDefault="007D64F0" w:rsidP="007D64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4F0" w:rsidRPr="007D64F0" w:rsidRDefault="007D64F0" w:rsidP="007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248 571 882,6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4F0" w:rsidRPr="007D64F0" w:rsidRDefault="007D64F0" w:rsidP="007D64F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64F0" w:rsidRPr="007D64F0" w:rsidRDefault="007D64F0" w:rsidP="007D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D64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253 703 601,8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64F0" w:rsidRPr="007D64F0" w:rsidRDefault="007A2035" w:rsidP="007D64F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102,1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Дума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539 540,7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491 064,9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512 442,1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509 367,1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509 367,1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87 464,8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132 690,8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132 995,8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38 227,0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36 349,5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187 083,0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14 235 707,8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16 705 102,3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16 279 630,4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15 867 099,0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14 634 928,3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61 338 049,3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71 668 210,6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79 924 073,1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76 229 890,2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76 079 173,1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3 982 269,1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2 508 219,5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2 593 278,3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2 763 838,2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2 609 088,6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1 120 587,5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1 225 692,1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1 461 609,0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1 275 217,4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1 246 638,3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5 071 838,2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4 116 011,9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5 353 283,8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4 306 230,2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3 842 567,6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28 318 840,1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27 581 462,2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29 860 631,6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29 941 811,6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30 061 235,4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617E9A" w:rsidRDefault="00617E9A"/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567"/>
        <w:gridCol w:w="1418"/>
        <w:gridCol w:w="1417"/>
        <w:gridCol w:w="1418"/>
        <w:gridCol w:w="1134"/>
        <w:gridCol w:w="1417"/>
        <w:gridCol w:w="1134"/>
        <w:gridCol w:w="1418"/>
        <w:gridCol w:w="1134"/>
      </w:tblGrid>
      <w:tr w:rsidR="00617E9A" w:rsidRPr="00652693" w:rsidTr="00617E9A">
        <w:trPr>
          <w:tblHeader/>
        </w:trPr>
        <w:tc>
          <w:tcPr>
            <w:tcW w:w="4693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69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617E9A" w:rsidRPr="00652693" w:rsidRDefault="00617E9A" w:rsidP="0047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Счетная палата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83 474,4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80 905,4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1 228 365,8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1 486 894,1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1 417 747,2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1 421 820,8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1 427 374,6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2 768 887,0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2 629 623,4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56 872,7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57 460,8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60 185,7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60 255,9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234 164,9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234 023,6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4 287 092,0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5 045 383,6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2 386 707</w:t>
            </w:r>
            <w:bookmarkStart w:id="0" w:name="_GoBack"/>
            <w:bookmarkEnd w:id="0"/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547 067,7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116 517,9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124 456,2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130 346,0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130 346,0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2 802 008,4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3 184 212,7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3 880 413,4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3 879 890,9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3 712 030,8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21 983 489,2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14 664 195,3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12 747 995,3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12 913 007,8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11 506 559,2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13 331 792,5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14 580 474,4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14 772 221,4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23 692 569,6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32 089 100,1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2 238 353,0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2 390 384,3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2 465 763,3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2 353 441,0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2 405 721,0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64 874,6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66 918,9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384 674,8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448 878,5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738 845,1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526 875,1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423 375,1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73 379,1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73 434,2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78 637,2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95 353,9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77 144,4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90 665,0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91 100,6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Департамент информационных технологий и </w:t>
            </w:r>
            <w:proofErr w:type="gramStart"/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цифрового</w:t>
            </w:r>
            <w:proofErr w:type="gramEnd"/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1 470 271,7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1 421 597,4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1 769 865,8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1 127 364,0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1 015 491,6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внутренней политики Ханты-</w:t>
            </w: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252 430,5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295 797,0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314 026,6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306 351,4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257 750,5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6 756 075,0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2 368 003,5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2 217 433,9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2 190 388,3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3 136 973,3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50 755 602,6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55 727 900,3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57 700 386,5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58 080 894,4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57 918 086,1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413 733,0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423 462,0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437 659,6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437 659,6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Правительство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106 249,6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49 794,3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контроля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50 887,3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46 518,8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95 904,0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93 566,9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99 130,6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29 361,4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4 145 387,1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3 825 477,8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3 751 017,9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3 699 064,3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3 704 071,4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17E9A" w:rsidRPr="00617E9A" w:rsidTr="00617E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7E9A" w:rsidRPr="00617E9A" w:rsidRDefault="00617E9A" w:rsidP="00617E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17E9A" w:rsidRPr="00617E9A" w:rsidRDefault="00617E9A" w:rsidP="00617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3 894 163,7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2 383 197,3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3 980 152,6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2 056 313,4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1 877 730,5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7E9A" w:rsidRPr="00617E9A" w:rsidRDefault="00617E9A" w:rsidP="00617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17E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617E9A" w:rsidRDefault="00617E9A"/>
    <w:sectPr w:rsidR="00617E9A" w:rsidSect="00FE38F7">
      <w:headerReference w:type="default" r:id="rId8"/>
      <w:pgSz w:w="16838" w:h="11906" w:orient="landscape" w:code="9"/>
      <w:pgMar w:top="1134" w:right="567" w:bottom="851" w:left="567" w:header="567" w:footer="567" w:gutter="0"/>
      <w:pgNumType w:start="19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A1E" w:rsidRDefault="00F71A1E" w:rsidP="00DD15BD">
      <w:pPr>
        <w:spacing w:after="0" w:line="240" w:lineRule="auto"/>
      </w:pPr>
      <w:r>
        <w:separator/>
      </w:r>
    </w:p>
  </w:endnote>
  <w:endnote w:type="continuationSeparator" w:id="0">
    <w:p w:rsidR="00F71A1E" w:rsidRDefault="00F71A1E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A1E" w:rsidRDefault="00F71A1E" w:rsidP="00DD15BD">
      <w:pPr>
        <w:spacing w:after="0" w:line="240" w:lineRule="auto"/>
      </w:pPr>
      <w:r>
        <w:separator/>
      </w:r>
    </w:p>
  </w:footnote>
  <w:footnote w:type="continuationSeparator" w:id="0">
    <w:p w:rsidR="00F71A1E" w:rsidRDefault="00F71A1E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091891873"/>
      <w:docPartObj>
        <w:docPartGallery w:val="Page Numbers (Top of Page)"/>
        <w:docPartUnique/>
      </w:docPartObj>
    </w:sdtPr>
    <w:sdtEndPr/>
    <w:sdtContent>
      <w:p w:rsidR="001B2FC3" w:rsidRPr="001B2FC3" w:rsidRDefault="001B2FC3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B2F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2F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2F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E9A">
          <w:rPr>
            <w:rFonts w:ascii="Times New Roman" w:hAnsi="Times New Roman" w:cs="Times New Roman"/>
            <w:noProof/>
            <w:sz w:val="24"/>
            <w:szCs w:val="24"/>
          </w:rPr>
          <w:t>1930</w:t>
        </w:r>
        <w:r w:rsidRPr="001B2F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70970"/>
    <w:rsid w:val="000A0568"/>
    <w:rsid w:val="00155463"/>
    <w:rsid w:val="001778C5"/>
    <w:rsid w:val="001B2FC3"/>
    <w:rsid w:val="001B7EC1"/>
    <w:rsid w:val="001D14B7"/>
    <w:rsid w:val="001E1CD6"/>
    <w:rsid w:val="001F3019"/>
    <w:rsid w:val="00267EC9"/>
    <w:rsid w:val="0027710B"/>
    <w:rsid w:val="002F44C0"/>
    <w:rsid w:val="00385870"/>
    <w:rsid w:val="003C506A"/>
    <w:rsid w:val="003D31E0"/>
    <w:rsid w:val="003E1B7A"/>
    <w:rsid w:val="00404C0E"/>
    <w:rsid w:val="0040538C"/>
    <w:rsid w:val="00406286"/>
    <w:rsid w:val="00487EE1"/>
    <w:rsid w:val="005070F3"/>
    <w:rsid w:val="005553EA"/>
    <w:rsid w:val="005C71C3"/>
    <w:rsid w:val="00617E9A"/>
    <w:rsid w:val="00652693"/>
    <w:rsid w:val="00675BD4"/>
    <w:rsid w:val="00692F96"/>
    <w:rsid w:val="006F23D0"/>
    <w:rsid w:val="006F5EF7"/>
    <w:rsid w:val="007A2035"/>
    <w:rsid w:val="007B392C"/>
    <w:rsid w:val="007C1252"/>
    <w:rsid w:val="007D64F0"/>
    <w:rsid w:val="008140C0"/>
    <w:rsid w:val="00852C78"/>
    <w:rsid w:val="008854BF"/>
    <w:rsid w:val="00903F1E"/>
    <w:rsid w:val="0093726D"/>
    <w:rsid w:val="009C3421"/>
    <w:rsid w:val="009F6C64"/>
    <w:rsid w:val="00A12EDF"/>
    <w:rsid w:val="00A2301D"/>
    <w:rsid w:val="00AE5B42"/>
    <w:rsid w:val="00B04E70"/>
    <w:rsid w:val="00B5058E"/>
    <w:rsid w:val="00BF2406"/>
    <w:rsid w:val="00C059C6"/>
    <w:rsid w:val="00C40AB0"/>
    <w:rsid w:val="00C45378"/>
    <w:rsid w:val="00C56906"/>
    <w:rsid w:val="00C8059C"/>
    <w:rsid w:val="00D12269"/>
    <w:rsid w:val="00D37412"/>
    <w:rsid w:val="00D50C70"/>
    <w:rsid w:val="00DD15BD"/>
    <w:rsid w:val="00E03D74"/>
    <w:rsid w:val="00E27DFE"/>
    <w:rsid w:val="00EA6864"/>
    <w:rsid w:val="00EB0B43"/>
    <w:rsid w:val="00EB3301"/>
    <w:rsid w:val="00EF7FF6"/>
    <w:rsid w:val="00F07F96"/>
    <w:rsid w:val="00F647C6"/>
    <w:rsid w:val="00F71A1E"/>
    <w:rsid w:val="00FB4598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E1757-D431-4F04-B799-05F5EDAA4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21</TotalTime>
  <Pages>3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9</cp:revision>
  <cp:lastPrinted>2016-10-05T05:29:00Z</cp:lastPrinted>
  <dcterms:created xsi:type="dcterms:W3CDTF">2019-10-08T09:54:00Z</dcterms:created>
  <dcterms:modified xsi:type="dcterms:W3CDTF">2019-10-21T10:08:00Z</dcterms:modified>
</cp:coreProperties>
</file>